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22AF7" w14:textId="77777777" w:rsidR="000719BB" w:rsidRDefault="000719BB" w:rsidP="00A13FA0">
      <w:pPr>
        <w:pStyle w:val="Titul2"/>
        <w:tabs>
          <w:tab w:val="left" w:pos="1418"/>
        </w:tabs>
      </w:pPr>
    </w:p>
    <w:p w14:paraId="5777500C" w14:textId="77777777" w:rsidR="00826B7B" w:rsidRDefault="00826B7B" w:rsidP="006C2343">
      <w:pPr>
        <w:pStyle w:val="Titul2"/>
      </w:pPr>
    </w:p>
    <w:p w14:paraId="1746C231" w14:textId="77777777" w:rsidR="00DA1C67" w:rsidRDefault="00DA1C67" w:rsidP="006C2343">
      <w:pPr>
        <w:pStyle w:val="Titul2"/>
      </w:pPr>
    </w:p>
    <w:p w14:paraId="10947F83" w14:textId="77777777" w:rsidR="003254A3" w:rsidRPr="000719BB" w:rsidRDefault="00BD76C3" w:rsidP="006C2343">
      <w:pPr>
        <w:pStyle w:val="Titul2"/>
      </w:pPr>
      <w:r>
        <w:t>Příloha č. 2 c)</w:t>
      </w:r>
    </w:p>
    <w:p w14:paraId="2BEC706D" w14:textId="77777777" w:rsidR="003254A3" w:rsidRDefault="003254A3" w:rsidP="00AD0C7B">
      <w:pPr>
        <w:pStyle w:val="Titul2"/>
      </w:pPr>
    </w:p>
    <w:p w14:paraId="28A1C30A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0C42E5F" w14:textId="77777777" w:rsidR="00AD0C7B" w:rsidRDefault="00AD0C7B" w:rsidP="00EB46E5">
      <w:pPr>
        <w:pStyle w:val="Titul2"/>
      </w:pPr>
    </w:p>
    <w:p w14:paraId="6133E740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F3B5BF1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14:paraId="4342F049" w14:textId="77777777" w:rsidR="00BF54FE" w:rsidRDefault="0052680F" w:rsidP="006C2343">
          <w:pPr>
            <w:pStyle w:val="Tituldatum"/>
          </w:pPr>
          <w:r>
            <w:rPr>
              <w:rStyle w:val="Nzevakce"/>
            </w:rPr>
            <w:t xml:space="preserve">Rekonstrukce </w:t>
          </w:r>
          <w:r w:rsidR="001E2E98">
            <w:rPr>
              <w:rStyle w:val="Nzevakce"/>
            </w:rPr>
            <w:t>zastávky Lipová Lázně zastávka</w:t>
          </w:r>
        </w:p>
      </w:sdtContent>
    </w:sdt>
    <w:p w14:paraId="7A090226" w14:textId="77777777" w:rsidR="00BF54FE" w:rsidRDefault="00BF54FE" w:rsidP="006C2343">
      <w:pPr>
        <w:pStyle w:val="Tituldatum"/>
      </w:pPr>
    </w:p>
    <w:p w14:paraId="46A45FA5" w14:textId="77777777" w:rsidR="009226C1" w:rsidRDefault="009226C1" w:rsidP="006C2343">
      <w:pPr>
        <w:pStyle w:val="Tituldatum"/>
      </w:pPr>
    </w:p>
    <w:p w14:paraId="2AF60FE3" w14:textId="77777777" w:rsidR="00DA1C67" w:rsidRDefault="00DA1C67" w:rsidP="006C2343">
      <w:pPr>
        <w:pStyle w:val="Tituldatum"/>
      </w:pPr>
    </w:p>
    <w:p w14:paraId="3CCC543A" w14:textId="77777777" w:rsidR="00DA1C67" w:rsidRDefault="00DA1C67" w:rsidP="006C2343">
      <w:pPr>
        <w:pStyle w:val="Tituldatum"/>
      </w:pPr>
    </w:p>
    <w:p w14:paraId="05C809F8" w14:textId="77777777" w:rsidR="003B111D" w:rsidRDefault="003B111D" w:rsidP="006C2343">
      <w:pPr>
        <w:pStyle w:val="Tituldatum"/>
      </w:pPr>
    </w:p>
    <w:p w14:paraId="66331ADA" w14:textId="77777777" w:rsidR="00826B7B" w:rsidRPr="006C2343" w:rsidRDefault="006C2343" w:rsidP="006C2343">
      <w:pPr>
        <w:pStyle w:val="Tituldatum"/>
      </w:pPr>
      <w:r w:rsidRPr="009C6ED0">
        <w:t xml:space="preserve">Datum vydání: </w:t>
      </w:r>
      <w:r w:rsidRPr="009C6ED0">
        <w:tab/>
      </w:r>
      <w:r w:rsidR="009C6ED0" w:rsidRPr="009C6ED0">
        <w:t>28. 03</w:t>
      </w:r>
      <w:r w:rsidR="000C66B2" w:rsidRPr="009C6ED0">
        <w:t>.</w:t>
      </w:r>
      <w:r w:rsidR="00BA57F0" w:rsidRPr="009C6ED0">
        <w:t xml:space="preserve"> </w:t>
      </w:r>
      <w:r w:rsidR="00423582" w:rsidRPr="009C6ED0">
        <w:t>20</w:t>
      </w:r>
      <w:r w:rsidR="0052680F" w:rsidRPr="009C6ED0">
        <w:t>2</w:t>
      </w:r>
      <w:r w:rsidR="00A20B82" w:rsidRPr="009C6ED0">
        <w:t>4</w:t>
      </w:r>
      <w:r w:rsidR="0076790E">
        <w:t xml:space="preserve"> </w:t>
      </w:r>
    </w:p>
    <w:p w14:paraId="5199FA08" w14:textId="77777777" w:rsidR="00826B7B" w:rsidRDefault="00826B7B">
      <w:r>
        <w:br w:type="page"/>
      </w:r>
    </w:p>
    <w:p w14:paraId="1B19E0C5" w14:textId="77777777" w:rsidR="00DA1C67" w:rsidRDefault="00DA1C67"/>
    <w:p w14:paraId="4AD0B391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43859EE3" w14:textId="77777777"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82D42CD" w14:textId="77777777" w:rsidR="00925FBD" w:rsidRDefault="00796FF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B68B897" w14:textId="77777777" w:rsidR="00925FBD" w:rsidRDefault="00796FF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B7E7E73" w14:textId="77777777" w:rsidR="00925FBD" w:rsidRDefault="00796FF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3EC5FCE3" w14:textId="77777777" w:rsidR="00925FBD" w:rsidRDefault="00796FF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4C8354B9" w14:textId="77777777" w:rsidR="00925FBD" w:rsidRDefault="00796FF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5562940" w14:textId="77777777" w:rsidR="00925FBD" w:rsidRDefault="00796FF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3579799B" w14:textId="77777777" w:rsidR="00925FBD" w:rsidRDefault="00796FF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103B04BB" w14:textId="77777777" w:rsidR="00925FBD" w:rsidRDefault="00796FF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4331301B" w14:textId="77777777" w:rsidR="00925FBD" w:rsidRDefault="00796FF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510F6229" w14:textId="77777777" w:rsidR="00925FBD" w:rsidRDefault="00796FF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56359D61" w14:textId="77777777" w:rsidR="00AD0C7B" w:rsidRDefault="00BD7E91" w:rsidP="008D03B9">
      <w:r>
        <w:fldChar w:fldCharType="end"/>
      </w:r>
    </w:p>
    <w:p w14:paraId="61E36DF3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42FDCD36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DE9B4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B83D7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24DC3A7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65EF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670FF6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0D272A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BC8D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1593C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5BE18F1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84A60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E2AAC5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105BBB9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CF931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49D1E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3D67F9F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FF5BE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75B9DC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ECAEA0" w14:textId="77777777" w:rsidR="00041EC8" w:rsidRDefault="00041EC8" w:rsidP="00AD0C7B"/>
    <w:p w14:paraId="0AF417AE" w14:textId="77777777" w:rsidR="00826B7B" w:rsidRDefault="00826B7B">
      <w:r>
        <w:br w:type="page"/>
      </w:r>
    </w:p>
    <w:p w14:paraId="513D22BC" w14:textId="77777777"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14:paraId="316A6CCD" w14:textId="77777777"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14:paraId="5ADCBA88" w14:textId="77777777" w:rsidR="00152FB6" w:rsidRPr="00152FB6" w:rsidRDefault="00152FB6" w:rsidP="00BA57F0">
      <w:pPr>
        <w:pStyle w:val="Text2-1"/>
      </w:pPr>
      <w:r>
        <w:t>Předmětem díla je zhotovení stavby „</w:t>
      </w:r>
      <w:r w:rsidR="0052680F">
        <w:t xml:space="preserve">Rekonstrukce </w:t>
      </w:r>
      <w:r w:rsidR="00587325">
        <w:t>zastávky Lipová Lázně zastávka</w:t>
      </w:r>
      <w:r>
        <w:t xml:space="preserve">“ jejímž cílem je </w:t>
      </w:r>
      <w:r w:rsidR="00587325">
        <w:t>z</w:t>
      </w:r>
      <w:r w:rsidR="00587325" w:rsidRPr="004E3A6B">
        <w:t>výšení bezpečnosti cestujících, uživatelského komfortu na železniční zastáv</w:t>
      </w:r>
      <w:r w:rsidR="00587325">
        <w:t>ce</w:t>
      </w:r>
      <w:r w:rsidR="00587325" w:rsidRPr="004E3A6B">
        <w:t xml:space="preserve"> a odstranění nevyhovujícího stavu současn</w:t>
      </w:r>
      <w:r w:rsidR="00587325">
        <w:t>ého nástupiště</w:t>
      </w:r>
      <w:r>
        <w:t>.</w:t>
      </w:r>
    </w:p>
    <w:p w14:paraId="60ECC6E0" w14:textId="77777777" w:rsidR="00152FB6" w:rsidRPr="00152FB6" w:rsidRDefault="00152FB6" w:rsidP="00152FB6">
      <w:pPr>
        <w:pStyle w:val="Text2-1"/>
      </w:pPr>
      <w:r w:rsidRPr="00152FB6">
        <w:t>Rozsah Díla „</w:t>
      </w:r>
      <w:r w:rsidR="00587325">
        <w:t>Rekonstrukce zastávky Lipová Lázně zastávka</w:t>
      </w:r>
      <w:r w:rsidRPr="00152FB6">
        <w:t xml:space="preserve">“ je zhotovení stavby včetně vyhotovení </w:t>
      </w:r>
      <w:r w:rsidR="00B73714">
        <w:t>dokumentace skutečného provedení</w:t>
      </w:r>
      <w:r w:rsidR="00BF220A">
        <w:t xml:space="preserve"> stavby</w:t>
      </w:r>
      <w:r w:rsidRPr="00152FB6">
        <w:t>.</w:t>
      </w:r>
    </w:p>
    <w:p w14:paraId="7696668C" w14:textId="77777777" w:rsidR="00DF7BAA" w:rsidRDefault="00DF7BAA" w:rsidP="00DF7BAA">
      <w:pPr>
        <w:pStyle w:val="Nadpis2-2"/>
      </w:pPr>
      <w:bookmarkStart w:id="9" w:name="_Toc6410431"/>
      <w:bookmarkStart w:id="10" w:name="_Toc24113206"/>
      <w:r>
        <w:t>Umístění stavby</w:t>
      </w:r>
      <w:bookmarkEnd w:id="9"/>
      <w:bookmarkEnd w:id="10"/>
    </w:p>
    <w:p w14:paraId="02E90DA3" w14:textId="77777777" w:rsidR="00BF220A" w:rsidRPr="00BF220A" w:rsidRDefault="00DF7BAA" w:rsidP="00BF220A">
      <w:pPr>
        <w:pStyle w:val="Text2-1"/>
        <w:spacing w:after="0"/>
        <w:rPr>
          <w:rFonts w:cs="Arial"/>
        </w:rPr>
      </w:pPr>
      <w:r>
        <w:t xml:space="preserve">Stavba bude probíhat </w:t>
      </w:r>
      <w:r w:rsidR="00602393">
        <w:t>na</w:t>
      </w:r>
      <w:r w:rsidR="00B73714">
        <w:t xml:space="preserve"> celostátní </w:t>
      </w:r>
      <w:r w:rsidR="00BF220A">
        <w:t xml:space="preserve">železniční </w:t>
      </w:r>
      <w:r w:rsidR="00152FB6" w:rsidRPr="00152FB6">
        <w:t>trat</w:t>
      </w:r>
      <w:r w:rsidR="00BF220A">
        <w:t>i</w:t>
      </w:r>
      <w:r w:rsidR="00152FB6" w:rsidRPr="00152FB6">
        <w:t xml:space="preserve"> </w:t>
      </w:r>
      <w:r w:rsidR="00BA57F0">
        <w:t>č.</w:t>
      </w:r>
      <w:r w:rsidR="00E11B4C">
        <w:t xml:space="preserve"> </w:t>
      </w:r>
      <w:r w:rsidR="00BF220A">
        <w:t>292</w:t>
      </w:r>
      <w:r w:rsidR="00E11B4C">
        <w:t xml:space="preserve"> </w:t>
      </w:r>
      <w:r w:rsidR="00BF220A">
        <w:t xml:space="preserve">Krnov – Šumperk </w:t>
      </w:r>
      <w:r w:rsidR="00602393">
        <w:t xml:space="preserve">v </w:t>
      </w:r>
      <w:r w:rsidR="00B73714">
        <w:t xml:space="preserve">Olomouckém kraji, okres </w:t>
      </w:r>
      <w:r w:rsidR="00BF220A">
        <w:t xml:space="preserve">Jeseník. </w:t>
      </w:r>
    </w:p>
    <w:p w14:paraId="41BCD498" w14:textId="77777777" w:rsidR="00E11B4C" w:rsidRPr="00BF220A" w:rsidRDefault="00BF220A" w:rsidP="00B36FB8">
      <w:pPr>
        <w:pStyle w:val="Text2-1"/>
        <w:tabs>
          <w:tab w:val="clear" w:pos="737"/>
          <w:tab w:val="num" w:pos="709"/>
        </w:tabs>
        <w:spacing w:after="0"/>
        <w:ind w:left="709" w:hanging="595"/>
        <w:rPr>
          <w:rFonts w:cs="Arial"/>
        </w:rPr>
      </w:pPr>
      <w:r w:rsidRPr="00BF220A">
        <w:rPr>
          <w:rFonts w:cs="Arial"/>
        </w:rPr>
        <w:t xml:space="preserve">Traťový úsek TÚ 1363 Hanušovice (mimo) – Głuchołazy (PKP) (včetně), </w:t>
      </w:r>
      <w:r>
        <w:rPr>
          <w:rFonts w:cs="Arial"/>
        </w:rPr>
        <w:t xml:space="preserve">definiční úsek </w:t>
      </w:r>
      <w:r w:rsidRPr="00BF220A">
        <w:rPr>
          <w:rFonts w:cs="Arial"/>
        </w:rPr>
        <w:t>DÚ 14 Lipová Lázně – Jeseník</w:t>
      </w:r>
      <w:r>
        <w:rPr>
          <w:rFonts w:cs="Arial"/>
        </w:rPr>
        <w:t>.</w:t>
      </w:r>
      <w:r w:rsidRPr="00BF220A">
        <w:rPr>
          <w:rFonts w:cs="Arial"/>
        </w:rPr>
        <w:t xml:space="preserve">  </w:t>
      </w:r>
    </w:p>
    <w:p w14:paraId="0434B5C6" w14:textId="77777777"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14:paraId="752E1C48" w14:textId="77777777"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14:paraId="04FFEE92" w14:textId="77777777" w:rsidR="00DF7BAA" w:rsidRPr="009C6ED0" w:rsidRDefault="00DF7BAA" w:rsidP="00DF7BAA">
      <w:pPr>
        <w:pStyle w:val="Text2-1"/>
      </w:pPr>
      <w:r>
        <w:t>Projektová dokumentace</w:t>
      </w:r>
      <w:r w:rsidR="00587325">
        <w:t xml:space="preserve"> pro společné územní a stavební povolení s</w:t>
      </w:r>
      <w:r w:rsidR="005570E8">
        <w:t>tavby</w:t>
      </w:r>
      <w:r>
        <w:t xml:space="preserve"> „</w:t>
      </w:r>
      <w:r w:rsidR="00BF220A">
        <w:t xml:space="preserve">Rekonstrukce </w:t>
      </w:r>
      <w:r w:rsidR="00587325" w:rsidRPr="009C6ED0">
        <w:t>zastávky Lipová Lázně zastávka</w:t>
      </w:r>
      <w:r w:rsidR="00152FB6" w:rsidRPr="009C6ED0">
        <w:t>“</w:t>
      </w:r>
      <w:r w:rsidR="005570E8" w:rsidRPr="009C6ED0">
        <w:t xml:space="preserve">, projektant </w:t>
      </w:r>
      <w:r w:rsidR="00CA7122" w:rsidRPr="009C6ED0">
        <w:t>EXprojekt s.r.o., Heršpická 758/13, 619 00 Brno</w:t>
      </w:r>
      <w:r w:rsidR="00AD092A" w:rsidRPr="009C6ED0">
        <w:rPr>
          <w:rFonts w:eastAsia="Times New Roman" w:cs="Arial"/>
          <w:lang w:eastAsia="cs-CZ"/>
        </w:rPr>
        <w:t xml:space="preserve">, IČO: </w:t>
      </w:r>
      <w:r w:rsidR="00CA7122" w:rsidRPr="009C6ED0">
        <w:rPr>
          <w:rFonts w:eastAsia="Times New Roman" w:cs="Arial"/>
          <w:lang w:eastAsia="cs-CZ"/>
        </w:rPr>
        <w:t>29285801</w:t>
      </w:r>
      <w:r w:rsidR="00AD092A" w:rsidRPr="009C6ED0">
        <w:rPr>
          <w:rFonts w:eastAsia="Times New Roman" w:cs="Arial"/>
          <w:lang w:eastAsia="cs-CZ"/>
        </w:rPr>
        <w:t xml:space="preserve"> z</w:t>
      </w:r>
      <w:r w:rsidR="00DD2925" w:rsidRPr="009C6ED0">
        <w:rPr>
          <w:rFonts w:eastAsia="Times New Roman" w:cs="Arial"/>
          <w:lang w:eastAsia="cs-CZ"/>
        </w:rPr>
        <w:t>e dne</w:t>
      </w:r>
      <w:r w:rsidR="00AD092A" w:rsidRPr="009C6ED0">
        <w:rPr>
          <w:rFonts w:eastAsia="Times New Roman" w:cs="Arial"/>
          <w:lang w:eastAsia="cs-CZ"/>
        </w:rPr>
        <w:t> </w:t>
      </w:r>
      <w:r w:rsidR="003C4138" w:rsidRPr="009C6ED0">
        <w:rPr>
          <w:rFonts w:eastAsia="Times New Roman" w:cs="Arial"/>
          <w:lang w:eastAsia="cs-CZ"/>
        </w:rPr>
        <w:t>3. 1.</w:t>
      </w:r>
      <w:r w:rsidR="00CA7122" w:rsidRPr="009C6ED0">
        <w:rPr>
          <w:rFonts w:eastAsia="Times New Roman" w:cs="Arial"/>
          <w:lang w:eastAsia="cs-CZ"/>
        </w:rPr>
        <w:t xml:space="preserve"> 2022</w:t>
      </w:r>
      <w:r w:rsidR="00152FB6" w:rsidRPr="009C6ED0">
        <w:t>.</w:t>
      </w:r>
      <w:r w:rsidRPr="009C6ED0">
        <w:t xml:space="preserve"> </w:t>
      </w:r>
    </w:p>
    <w:p w14:paraId="6970069E" w14:textId="77777777" w:rsidR="00DF7BAA" w:rsidRPr="009C6ED0" w:rsidRDefault="00DF7BAA" w:rsidP="00DF7BAA">
      <w:pPr>
        <w:pStyle w:val="Nadpis2-2"/>
      </w:pPr>
      <w:bookmarkStart w:id="15" w:name="_Toc6410434"/>
      <w:bookmarkStart w:id="16" w:name="_Toc24113209"/>
      <w:r w:rsidRPr="009C6ED0">
        <w:t>Související dokumentace</w:t>
      </w:r>
      <w:bookmarkEnd w:id="15"/>
      <w:bookmarkEnd w:id="16"/>
    </w:p>
    <w:p w14:paraId="09BAC25B" w14:textId="77777777" w:rsidR="00BB0B52" w:rsidRPr="009C6ED0" w:rsidRDefault="00DF7BAA" w:rsidP="00C37406">
      <w:pPr>
        <w:pStyle w:val="Text2-1"/>
        <w:rPr>
          <w:color w:val="FF0000"/>
        </w:rPr>
      </w:pPr>
      <w:r w:rsidRPr="009C6ED0">
        <w:t xml:space="preserve">Schvalovací protokol </w:t>
      </w:r>
      <w:r w:rsidR="006301E1" w:rsidRPr="009C6ED0">
        <w:t xml:space="preserve">projektové </w:t>
      </w:r>
      <w:r w:rsidR="00AD092A" w:rsidRPr="009C6ED0">
        <w:rPr>
          <w:rFonts w:eastAsia="Times New Roman" w:cs="Arial"/>
          <w:lang w:eastAsia="cs-CZ"/>
        </w:rPr>
        <w:t xml:space="preserve">dokumentace </w:t>
      </w:r>
      <w:r w:rsidR="006301E1" w:rsidRPr="009C6ED0">
        <w:rPr>
          <w:rFonts w:eastAsia="Times New Roman" w:cs="Arial"/>
          <w:lang w:eastAsia="cs-CZ"/>
        </w:rPr>
        <w:t>ve fázi 3</w:t>
      </w:r>
      <w:r w:rsidR="00AD092A" w:rsidRPr="009C6ED0">
        <w:rPr>
          <w:rFonts w:eastAsia="Times New Roman" w:cs="Arial"/>
          <w:lang w:eastAsia="cs-CZ"/>
        </w:rPr>
        <w:t xml:space="preserve"> č. j.: </w:t>
      </w:r>
      <w:r w:rsidR="009C6ED0" w:rsidRPr="009C6ED0">
        <w:rPr>
          <w:rFonts w:eastAsia="Times New Roman" w:cs="Arial"/>
          <w:lang w:val="en-US" w:eastAsia="cs-CZ"/>
        </w:rPr>
        <w:t>17018/2024-SŽ-GŘ-O6-Dro ze dne 7. 3. 2024</w:t>
      </w:r>
      <w:r w:rsidR="00C37406" w:rsidRPr="009C6ED0">
        <w:rPr>
          <w:color w:val="FF0000"/>
        </w:rPr>
        <w:t>.</w:t>
      </w:r>
    </w:p>
    <w:p w14:paraId="5CBEC033" w14:textId="77777777" w:rsidR="00DF7BAA" w:rsidRPr="009C6ED0" w:rsidRDefault="00DF7BAA" w:rsidP="00DF7BAA">
      <w:pPr>
        <w:pStyle w:val="Nadpis2-1"/>
      </w:pPr>
      <w:bookmarkStart w:id="17" w:name="_Toc6410435"/>
      <w:bookmarkStart w:id="18" w:name="_Toc24113210"/>
      <w:r w:rsidRPr="009C6ED0">
        <w:t>KOORDINACE S JINÝMI STAVBAMI</w:t>
      </w:r>
      <w:bookmarkEnd w:id="17"/>
      <w:bookmarkEnd w:id="18"/>
      <w:r w:rsidRPr="009C6ED0">
        <w:t xml:space="preserve"> </w:t>
      </w:r>
    </w:p>
    <w:p w14:paraId="1CE045A3" w14:textId="77777777" w:rsidR="00DF7BAA" w:rsidRDefault="00DF7BAA" w:rsidP="00DF7BAA">
      <w:pPr>
        <w:pStyle w:val="Text2-1"/>
      </w:pPr>
      <w:r w:rsidRPr="009C6ED0">
        <w:t>Zhotovení stavby musí být provedeno v koordinaci s připravovanými, případně aktuálně</w:t>
      </w:r>
      <w:r>
        <w:t xml:space="preserve">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 </w:t>
      </w:r>
    </w:p>
    <w:p w14:paraId="62DC4146" w14:textId="77777777" w:rsidR="00B36FB8" w:rsidRDefault="00B36FB8" w:rsidP="00DF7BAA">
      <w:pPr>
        <w:pStyle w:val="Text2-1"/>
      </w:pPr>
      <w:r w:rsidRPr="008708A0">
        <w:rPr>
          <w:b/>
        </w:rPr>
        <w:t xml:space="preserve">Stavba </w:t>
      </w:r>
      <w:r w:rsidR="00EA076D" w:rsidRPr="008708A0">
        <w:rPr>
          <w:b/>
        </w:rPr>
        <w:t>bude realizována v souběhu a koordinaci se stavbou</w:t>
      </w:r>
      <w:r w:rsidRPr="008708A0">
        <w:rPr>
          <w:b/>
        </w:rPr>
        <w:t>„</w:t>
      </w:r>
      <w:r w:rsidR="00EB6A1C" w:rsidRPr="008708A0">
        <w:rPr>
          <w:b/>
        </w:rPr>
        <w:t xml:space="preserve"> </w:t>
      </w:r>
      <w:r w:rsidRPr="008708A0">
        <w:rPr>
          <w:b/>
        </w:rPr>
        <w:t>Rekonstrukce mostu v km 32,650 na trati Hanušovice – Mikulovice“, která bude probíhat ve stejném traťovém úseku Lipová Lázně – Jeseník v nepřetržité výluce železničního provozu od od 1. 8. do 29. 10. 202</w:t>
      </w:r>
      <w:r w:rsidR="00EB6A1C" w:rsidRPr="008708A0">
        <w:rPr>
          <w:b/>
        </w:rPr>
        <w:t>4</w:t>
      </w:r>
      <w:r>
        <w:t>.</w:t>
      </w:r>
    </w:p>
    <w:p w14:paraId="36C10A13" w14:textId="77777777"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14:paraId="26AC471B" w14:textId="77777777"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14:paraId="3A30A63C" w14:textId="77777777"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8708A0">
        <w:t>:</w:t>
      </w:r>
    </w:p>
    <w:p w14:paraId="776613F3" w14:textId="33DEC5DB" w:rsidR="008708A0" w:rsidRPr="00E62BDD" w:rsidRDefault="00E62BDD" w:rsidP="008708A0">
      <w:pPr>
        <w:pStyle w:val="Text2-1"/>
        <w:numPr>
          <w:ilvl w:val="0"/>
          <w:numId w:val="0"/>
        </w:numPr>
        <w:spacing w:before="60" w:after="0"/>
        <w:ind w:left="737"/>
        <w:rPr>
          <w:b/>
        </w:rPr>
      </w:pPr>
      <w:r w:rsidRPr="00E62BDD">
        <w:rPr>
          <w:b/>
        </w:rPr>
        <w:t>K–05/2 Vedoucí prací na železničním spodku a svršku</w:t>
      </w:r>
      <w:r w:rsidR="008708A0" w:rsidRPr="00E62BDD">
        <w:rPr>
          <w:b/>
        </w:rPr>
        <w:t>;</w:t>
      </w:r>
    </w:p>
    <w:p w14:paraId="22184E69" w14:textId="7A4CC20D" w:rsidR="008708A0" w:rsidRDefault="00E62BDD" w:rsidP="008708A0">
      <w:pPr>
        <w:pStyle w:val="Text2-1"/>
        <w:numPr>
          <w:ilvl w:val="0"/>
          <w:numId w:val="0"/>
        </w:numPr>
        <w:spacing w:before="60" w:after="0"/>
        <w:ind w:left="737"/>
        <w:rPr>
          <w:b/>
        </w:rPr>
      </w:pPr>
      <w:r w:rsidRPr="00E62BDD">
        <w:rPr>
          <w:rFonts w:eastAsia="Times New Roman"/>
          <w:b/>
          <w:iCs/>
          <w:lang w:eastAsia="cs-CZ"/>
        </w:rPr>
        <w:t>E–07 Vedoucí prací na ostatních elektrických zařízeních</w:t>
      </w:r>
      <w:r w:rsidR="008708A0" w:rsidRPr="008708A0">
        <w:rPr>
          <w:b/>
        </w:rPr>
        <w:t>;</w:t>
      </w:r>
    </w:p>
    <w:p w14:paraId="6DBD5C83" w14:textId="12D47A36" w:rsidR="00E62BDD" w:rsidRPr="00E62BDD" w:rsidRDefault="00E62BDD" w:rsidP="008708A0">
      <w:pPr>
        <w:pStyle w:val="Text2-1"/>
        <w:numPr>
          <w:ilvl w:val="0"/>
          <w:numId w:val="0"/>
        </w:numPr>
        <w:spacing w:before="60" w:after="0"/>
        <w:ind w:left="737"/>
        <w:rPr>
          <w:b/>
        </w:rPr>
      </w:pPr>
      <w:r w:rsidRPr="00E62BDD">
        <w:rPr>
          <w:rFonts w:eastAsia="Times New Roman"/>
          <w:b/>
          <w:iCs/>
          <w:lang w:eastAsia="cs-CZ"/>
        </w:rPr>
        <w:t>T–05 Vedoucí prací na sdělovacím (telekomunikačním) zařízení;</w:t>
      </w:r>
    </w:p>
    <w:p w14:paraId="1984D2CF" w14:textId="77777777"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14:paraId="17981FAD" w14:textId="77777777" w:rsidR="00DF7BAA" w:rsidRDefault="00DF7BAA" w:rsidP="006301E1">
      <w:pPr>
        <w:pStyle w:val="Nadpis2-1"/>
        <w:spacing w:before="1560"/>
        <w:contextualSpacing w:val="0"/>
      </w:pPr>
      <w:bookmarkStart w:id="23" w:name="_Toc6410460"/>
      <w:bookmarkStart w:id="24" w:name="_Toc24113213"/>
      <w:r w:rsidRPr="00EC2E51">
        <w:lastRenderedPageBreak/>
        <w:t>ORGANIZACE</w:t>
      </w:r>
      <w:r>
        <w:t xml:space="preserve"> VÝSTAVBY, VÝLUKY</w:t>
      </w:r>
      <w:bookmarkEnd w:id="23"/>
      <w:bookmarkEnd w:id="24"/>
    </w:p>
    <w:p w14:paraId="4203E678" w14:textId="77777777"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14:paraId="2AAD7365" w14:textId="77777777"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14:paraId="5B30AF73" w14:textId="77777777" w:rsidR="00DF7BAA" w:rsidRPr="00B36FB8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 xml:space="preserve">Při zpracování harmonogramu je nutné vycházet z jednotlivých stavebních postupů </w:t>
      </w:r>
      <w:r w:rsidRPr="00B36FB8">
        <w:t>uvedených v ZOV</w:t>
      </w:r>
      <w:r w:rsidR="00BA32A4" w:rsidRPr="00B36FB8">
        <w:t>.</w:t>
      </w:r>
    </w:p>
    <w:p w14:paraId="75C7ACBC" w14:textId="77777777" w:rsidR="00CA7122" w:rsidRPr="008757B6" w:rsidRDefault="00B36FB8" w:rsidP="008757B6">
      <w:pPr>
        <w:pStyle w:val="Text2-1"/>
        <w:numPr>
          <w:ilvl w:val="0"/>
          <w:numId w:val="0"/>
        </w:numPr>
        <w:spacing w:after="0"/>
        <w:ind w:left="737"/>
      </w:pPr>
      <w:r w:rsidRPr="00B36FB8">
        <w:t>20 dnů v průběhu p</w:t>
      </w:r>
      <w:r w:rsidR="00CA7122" w:rsidRPr="00B36FB8">
        <w:t>lánovan</w:t>
      </w:r>
      <w:r w:rsidRPr="00B36FB8">
        <w:t>é</w:t>
      </w:r>
      <w:r w:rsidR="00CA7122" w:rsidRPr="00B36FB8">
        <w:t xml:space="preserve"> nepřetrži</w:t>
      </w:r>
      <w:r w:rsidRPr="00B36FB8">
        <w:t>té výluky pro rekonstrukci mostu v km 32,650 od 1. 8. do 29. 10. 202</w:t>
      </w:r>
      <w:r w:rsidR="00EB6A1C">
        <w:t>4</w:t>
      </w:r>
      <w:r w:rsidRPr="00B36FB8">
        <w:t>.</w:t>
      </w:r>
    </w:p>
    <w:p w14:paraId="083A9FF6" w14:textId="77777777" w:rsidR="00DF7BAA" w:rsidRDefault="00DF7BAA" w:rsidP="00DF7BAA">
      <w:pPr>
        <w:pStyle w:val="Nadpis2-1"/>
      </w:pPr>
      <w:bookmarkStart w:id="25" w:name="_Toc6410461"/>
      <w:bookmarkStart w:id="26" w:name="_Toc24113214"/>
      <w:r w:rsidRPr="00EC2E51">
        <w:t>SOUVISEJÍCÍ</w:t>
      </w:r>
      <w:r>
        <w:t xml:space="preserve"> DOKUMENTY A PŘEDPISY</w:t>
      </w:r>
      <w:bookmarkEnd w:id="25"/>
      <w:bookmarkEnd w:id="26"/>
    </w:p>
    <w:p w14:paraId="4C1756FD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367111B6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2AC138E1" w14:textId="77777777" w:rsidR="00F6246E" w:rsidRDefault="00F6246E" w:rsidP="00DF7BAA">
      <w:pPr>
        <w:pStyle w:val="Textbezslovn"/>
        <w:spacing w:after="0"/>
        <w:rPr>
          <w:rStyle w:val="Tun"/>
        </w:rPr>
      </w:pPr>
    </w:p>
    <w:p w14:paraId="51AFC756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5F7EFF8A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61E2E0C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6ED93ED3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1F4C14E6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4CA72ED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5A7D0DB" w14:textId="77777777"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2042479" w14:textId="77777777"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005F2" w14:textId="77777777" w:rsidR="00527407" w:rsidRDefault="00527407" w:rsidP="00962258">
      <w:pPr>
        <w:spacing w:after="0" w:line="240" w:lineRule="auto"/>
      </w:pPr>
      <w:r>
        <w:separator/>
      </w:r>
    </w:p>
  </w:endnote>
  <w:endnote w:type="continuationSeparator" w:id="0">
    <w:p w14:paraId="563D986E" w14:textId="77777777" w:rsidR="00527407" w:rsidRDefault="005274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78A44D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DDF19D8" w14:textId="25B2D860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2B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2EF327D" w14:textId="31BFD574" w:rsidR="001D4911" w:rsidRPr="003462EB" w:rsidRDefault="00796FF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zastávky Lipová Lázně zastávka</w:t>
          </w:r>
          <w:r>
            <w:rPr>
              <w:noProof/>
            </w:rPr>
            <w:fldChar w:fldCharType="end"/>
          </w:r>
        </w:p>
        <w:p w14:paraId="7D708FAB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2447E0B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5242E6F7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2603A205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65A1D9B" w14:textId="01095243" w:rsidR="001D4911" w:rsidRDefault="00796FF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zastávky Lipová Lázně zastávka</w:t>
          </w:r>
          <w:r>
            <w:rPr>
              <w:noProof/>
            </w:rPr>
            <w:fldChar w:fldCharType="end"/>
          </w:r>
        </w:p>
        <w:p w14:paraId="7A2EBEB6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6E57529C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27092CAD" w14:textId="19753CF3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2B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2B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46B63FE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68A69" w14:textId="77777777" w:rsidR="001D4911" w:rsidRPr="00B8518B" w:rsidRDefault="001D4911" w:rsidP="00460660">
    <w:pPr>
      <w:pStyle w:val="Zpat"/>
      <w:rPr>
        <w:sz w:val="2"/>
        <w:szCs w:val="2"/>
      </w:rPr>
    </w:pPr>
  </w:p>
  <w:p w14:paraId="6EC89CC8" w14:textId="77777777" w:rsidR="001D4911" w:rsidRDefault="001D4911" w:rsidP="00054FC6">
    <w:pPr>
      <w:pStyle w:val="Zpat"/>
      <w:rPr>
        <w:rFonts w:cs="Calibri"/>
        <w:szCs w:val="12"/>
      </w:rPr>
    </w:pPr>
  </w:p>
  <w:p w14:paraId="21339F2B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0EB6B" w14:textId="77777777" w:rsidR="00527407" w:rsidRDefault="00527407" w:rsidP="00962258">
      <w:pPr>
        <w:spacing w:after="0" w:line="240" w:lineRule="auto"/>
      </w:pPr>
      <w:r>
        <w:separator/>
      </w:r>
    </w:p>
  </w:footnote>
  <w:footnote w:type="continuationSeparator" w:id="0">
    <w:p w14:paraId="6D2D680E" w14:textId="77777777" w:rsidR="00527407" w:rsidRDefault="005274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2D3299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899A0EF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BFE988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6EF826" w14:textId="77777777" w:rsidR="001D4911" w:rsidRPr="00D6163D" w:rsidRDefault="001D4911" w:rsidP="00D6163D">
          <w:pPr>
            <w:pStyle w:val="Druhdokumentu"/>
          </w:pPr>
        </w:p>
      </w:tc>
    </w:tr>
  </w:tbl>
  <w:p w14:paraId="09301477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39C5184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70F0B5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CF2361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9EDEE60" wp14:editId="37DECA78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8CE89F" w14:textId="77777777" w:rsidR="001D4911" w:rsidRPr="00D6163D" w:rsidRDefault="001D4911" w:rsidP="00FC6389">
          <w:pPr>
            <w:pStyle w:val="Druhdokumentu"/>
          </w:pPr>
        </w:p>
      </w:tc>
    </w:tr>
    <w:tr w:rsidR="001D4911" w14:paraId="7CAFEBA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1CAE3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1157E8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0663945" w14:textId="77777777" w:rsidR="001D4911" w:rsidRPr="00D6163D" w:rsidRDefault="001D4911" w:rsidP="00FC6389">
          <w:pPr>
            <w:pStyle w:val="Druhdokumentu"/>
          </w:pPr>
        </w:p>
      </w:tc>
    </w:tr>
  </w:tbl>
  <w:p w14:paraId="03F11D00" w14:textId="77777777" w:rsidR="001D4911" w:rsidRPr="00D6163D" w:rsidRDefault="001D4911" w:rsidP="00FC6389">
    <w:pPr>
      <w:pStyle w:val="Zhlav"/>
      <w:rPr>
        <w:sz w:val="8"/>
        <w:szCs w:val="8"/>
      </w:rPr>
    </w:pPr>
  </w:p>
  <w:p w14:paraId="53F231AF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39BEBF8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747021">
    <w:abstractNumId w:val="8"/>
  </w:num>
  <w:num w:numId="2" w16cid:durableId="543907574">
    <w:abstractNumId w:val="6"/>
  </w:num>
  <w:num w:numId="3" w16cid:durableId="1479305000">
    <w:abstractNumId w:val="3"/>
  </w:num>
  <w:num w:numId="4" w16cid:durableId="1011644502">
    <w:abstractNumId w:val="1"/>
  </w:num>
  <w:num w:numId="5" w16cid:durableId="44574943">
    <w:abstractNumId w:val="9"/>
  </w:num>
  <w:num w:numId="6" w16cid:durableId="2001888554">
    <w:abstractNumId w:val="11"/>
  </w:num>
  <w:num w:numId="7" w16cid:durableId="690960383">
    <w:abstractNumId w:val="5"/>
  </w:num>
  <w:num w:numId="8" w16cid:durableId="463282081">
    <w:abstractNumId w:val="12"/>
  </w:num>
  <w:num w:numId="9" w16cid:durableId="805509572">
    <w:abstractNumId w:val="16"/>
  </w:num>
  <w:num w:numId="10" w16cid:durableId="1192842290">
    <w:abstractNumId w:val="15"/>
  </w:num>
  <w:num w:numId="11" w16cid:durableId="1357081511">
    <w:abstractNumId w:val="9"/>
  </w:num>
  <w:num w:numId="12" w16cid:durableId="1239368615">
    <w:abstractNumId w:val="9"/>
  </w:num>
  <w:num w:numId="13" w16cid:durableId="1129937676">
    <w:abstractNumId w:val="9"/>
  </w:num>
  <w:num w:numId="14" w16cid:durableId="1857958757">
    <w:abstractNumId w:val="9"/>
  </w:num>
  <w:num w:numId="15" w16cid:durableId="1148208592">
    <w:abstractNumId w:val="11"/>
  </w:num>
  <w:num w:numId="16" w16cid:durableId="140467039">
    <w:abstractNumId w:val="11"/>
  </w:num>
  <w:num w:numId="17" w16cid:durableId="732972816">
    <w:abstractNumId w:val="11"/>
  </w:num>
  <w:num w:numId="18" w16cid:durableId="136336135">
    <w:abstractNumId w:val="11"/>
  </w:num>
  <w:num w:numId="19" w16cid:durableId="13612026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0593462">
    <w:abstractNumId w:val="0"/>
  </w:num>
  <w:num w:numId="21" w16cid:durableId="12147145">
    <w:abstractNumId w:val="4"/>
  </w:num>
  <w:num w:numId="22" w16cid:durableId="72359651">
    <w:abstractNumId w:val="13"/>
  </w:num>
  <w:num w:numId="23" w16cid:durableId="837117371">
    <w:abstractNumId w:val="10"/>
  </w:num>
  <w:num w:numId="24" w16cid:durableId="469834676">
    <w:abstractNumId w:val="14"/>
  </w:num>
  <w:num w:numId="25" w16cid:durableId="1089279406">
    <w:abstractNumId w:val="2"/>
  </w:num>
  <w:num w:numId="26" w16cid:durableId="2130199566">
    <w:abstractNumId w:val="5"/>
  </w:num>
  <w:num w:numId="27" w16cid:durableId="1249385231">
    <w:abstractNumId w:val="7"/>
  </w:num>
  <w:num w:numId="28" w16cid:durableId="813521666">
    <w:abstractNumId w:val="5"/>
  </w:num>
  <w:num w:numId="29" w16cid:durableId="125528805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82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5C7"/>
    <w:rsid w:val="000B4EB8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91F90"/>
    <w:rsid w:val="001A2A39"/>
    <w:rsid w:val="001A3B3C"/>
    <w:rsid w:val="001B4180"/>
    <w:rsid w:val="001B4E74"/>
    <w:rsid w:val="001B7668"/>
    <w:rsid w:val="001C645F"/>
    <w:rsid w:val="001D4911"/>
    <w:rsid w:val="001E2E98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1C3C"/>
    <w:rsid w:val="0038371E"/>
    <w:rsid w:val="00386FF1"/>
    <w:rsid w:val="00392EB6"/>
    <w:rsid w:val="003956C6"/>
    <w:rsid w:val="00397B43"/>
    <w:rsid w:val="003B111D"/>
    <w:rsid w:val="003C33F2"/>
    <w:rsid w:val="003C4138"/>
    <w:rsid w:val="003C6679"/>
    <w:rsid w:val="003D6DB6"/>
    <w:rsid w:val="003D756E"/>
    <w:rsid w:val="003E082B"/>
    <w:rsid w:val="003E420D"/>
    <w:rsid w:val="003E4C13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680F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325"/>
    <w:rsid w:val="0058742A"/>
    <w:rsid w:val="005A1F44"/>
    <w:rsid w:val="005D3C39"/>
    <w:rsid w:val="005D7706"/>
    <w:rsid w:val="00601A8C"/>
    <w:rsid w:val="00602393"/>
    <w:rsid w:val="0061068E"/>
    <w:rsid w:val="006115D3"/>
    <w:rsid w:val="00614E71"/>
    <w:rsid w:val="006208DF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96FF4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8A0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C6ED0"/>
    <w:rsid w:val="009D2FC5"/>
    <w:rsid w:val="009D5183"/>
    <w:rsid w:val="009D6900"/>
    <w:rsid w:val="009E07F4"/>
    <w:rsid w:val="009E09BE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20B82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5556"/>
    <w:rsid w:val="00A77512"/>
    <w:rsid w:val="00A8227E"/>
    <w:rsid w:val="00A925D5"/>
    <w:rsid w:val="00A94C2F"/>
    <w:rsid w:val="00AA4CBB"/>
    <w:rsid w:val="00AA65FA"/>
    <w:rsid w:val="00AA7351"/>
    <w:rsid w:val="00AB1976"/>
    <w:rsid w:val="00AB5D40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6FB8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3970"/>
    <w:rsid w:val="00BA57F0"/>
    <w:rsid w:val="00BB0B52"/>
    <w:rsid w:val="00BC06C4"/>
    <w:rsid w:val="00BD76C3"/>
    <w:rsid w:val="00BD7E91"/>
    <w:rsid w:val="00BD7F0D"/>
    <w:rsid w:val="00BE06DC"/>
    <w:rsid w:val="00BF220A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A7122"/>
    <w:rsid w:val="00CB6A37"/>
    <w:rsid w:val="00CB7684"/>
    <w:rsid w:val="00CC7C8F"/>
    <w:rsid w:val="00CD1FC4"/>
    <w:rsid w:val="00CD553F"/>
    <w:rsid w:val="00D034A0"/>
    <w:rsid w:val="00D066B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2760F"/>
    <w:rsid w:val="00E44045"/>
    <w:rsid w:val="00E467E5"/>
    <w:rsid w:val="00E4757D"/>
    <w:rsid w:val="00E618C4"/>
    <w:rsid w:val="00E62BDD"/>
    <w:rsid w:val="00E7218A"/>
    <w:rsid w:val="00E84C3A"/>
    <w:rsid w:val="00E878EE"/>
    <w:rsid w:val="00EA076D"/>
    <w:rsid w:val="00EA6EC7"/>
    <w:rsid w:val="00EB104F"/>
    <w:rsid w:val="00EB46E5"/>
    <w:rsid w:val="00EB5A5F"/>
    <w:rsid w:val="00EB6A1C"/>
    <w:rsid w:val="00EC613E"/>
    <w:rsid w:val="00ED0703"/>
    <w:rsid w:val="00ED14BD"/>
    <w:rsid w:val="00EE0A6B"/>
    <w:rsid w:val="00EF1373"/>
    <w:rsid w:val="00F016C7"/>
    <w:rsid w:val="00F12DEC"/>
    <w:rsid w:val="00F1715C"/>
    <w:rsid w:val="00F27978"/>
    <w:rsid w:val="00F310F8"/>
    <w:rsid w:val="00F35939"/>
    <w:rsid w:val="00F45607"/>
    <w:rsid w:val="00F4722B"/>
    <w:rsid w:val="00F54432"/>
    <w:rsid w:val="00F6246E"/>
    <w:rsid w:val="00F63ACD"/>
    <w:rsid w:val="00F652B0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6389"/>
    <w:rsid w:val="00FE1DF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5A18E7"/>
  <w14:defaultImageDpi w14:val="32767"/>
  <w15:docId w15:val="{5FE4DD91-D069-434B-98CA-A37F02C5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903"/>
    <w:rsid w:val="001345C3"/>
    <w:rsid w:val="00640ADC"/>
    <w:rsid w:val="006E6398"/>
    <w:rsid w:val="00760D7C"/>
    <w:rsid w:val="00800F8D"/>
    <w:rsid w:val="00914160"/>
    <w:rsid w:val="00A1204F"/>
    <w:rsid w:val="00A13A4D"/>
    <w:rsid w:val="00AA710D"/>
    <w:rsid w:val="00AB691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FBC5B4-44D2-4A5C-A08E-698083BE0D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0</TotalTime>
  <Pages>4</Pages>
  <Words>686</Words>
  <Characters>4052</Characters>
  <Application>Microsoft Office Word</Application>
  <DocSecurity>0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Holá Magdaléna, Ing.</cp:lastModifiedBy>
  <cp:revision>2</cp:revision>
  <cp:lastPrinted>2019-11-19T07:19:00Z</cp:lastPrinted>
  <dcterms:created xsi:type="dcterms:W3CDTF">2024-04-09T07:46:00Z</dcterms:created>
  <dcterms:modified xsi:type="dcterms:W3CDTF">2024-04-09T07:46:00Z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